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DAA" w:rsidRDefault="00A55DAA" w:rsidP="00A55DAA">
      <w:pPr>
        <w:jc w:val="center"/>
        <w:rPr>
          <w:b/>
        </w:rPr>
      </w:pPr>
      <w:r>
        <w:rPr>
          <w:b/>
        </w:rPr>
        <w:t xml:space="preserve">Konspekt zajęć </w:t>
      </w:r>
    </w:p>
    <w:p w:rsidR="00A55DAA" w:rsidRDefault="00A55DAA" w:rsidP="00A55DAA">
      <w:pPr>
        <w:jc w:val="center"/>
        <w:rPr>
          <w:b/>
        </w:rPr>
      </w:pPr>
      <w:r>
        <w:rPr>
          <w:b/>
        </w:rPr>
        <w:t>I.T. s.1</w:t>
      </w:r>
    </w:p>
    <w:p w:rsidR="00A55DAA" w:rsidRDefault="00A55DAA" w:rsidP="00A55DAA">
      <w:pPr>
        <w:jc w:val="center"/>
        <w:rPr>
          <w:b/>
        </w:rPr>
      </w:pPr>
      <w:r>
        <w:rPr>
          <w:b/>
        </w:rPr>
        <w:t>Data realizacji……………</w:t>
      </w:r>
    </w:p>
    <w:p w:rsidR="00A55DAA" w:rsidRDefault="00A55DAA" w:rsidP="00A55DAA">
      <w:pPr>
        <w:rPr>
          <w:b/>
        </w:rPr>
      </w:pPr>
    </w:p>
    <w:p w:rsidR="00A55DAA" w:rsidRDefault="00A55DAA" w:rsidP="00A55DAA">
      <w:r>
        <w:rPr>
          <w:b/>
        </w:rPr>
        <w:t>Prowadząca:</w:t>
      </w:r>
      <w:r>
        <w:t>……………………………………………………………………………</w:t>
      </w:r>
    </w:p>
    <w:p w:rsidR="00A55DAA" w:rsidRDefault="00A55DAA" w:rsidP="00A55DAA">
      <w:r>
        <w:rPr>
          <w:b/>
        </w:rPr>
        <w:t>Klasa:</w:t>
      </w:r>
      <w:r>
        <w:t xml:space="preserve"> I</w:t>
      </w:r>
    </w:p>
    <w:p w:rsidR="00A55DAA" w:rsidRDefault="00A55DAA" w:rsidP="00A55DAA">
      <w:r w:rsidRPr="00F32E56">
        <w:rPr>
          <w:b/>
        </w:rPr>
        <w:t>Aktywność:</w:t>
      </w:r>
      <w:r>
        <w:t xml:space="preserve"> Edukacja matematyczna</w:t>
      </w:r>
    </w:p>
    <w:p w:rsidR="009C72B6" w:rsidRPr="00AC500C" w:rsidRDefault="009C72B6" w:rsidP="009C72B6">
      <w:r w:rsidRPr="00AC500C">
        <w:rPr>
          <w:b/>
        </w:rPr>
        <w:t>Temat:</w:t>
      </w:r>
      <w:r w:rsidRPr="00AC500C">
        <w:t xml:space="preserve"> </w:t>
      </w:r>
      <w:r>
        <w:t>Wzajemne położenie przedmiotów na płaszczyźnie i w przestrzeni</w:t>
      </w:r>
    </w:p>
    <w:p w:rsidR="009C72B6" w:rsidRDefault="009C72B6" w:rsidP="009C72B6">
      <w:pPr>
        <w:rPr>
          <w:b/>
        </w:rPr>
      </w:pPr>
    </w:p>
    <w:p w:rsidR="009C72B6" w:rsidRPr="00AC500C" w:rsidRDefault="009C72B6" w:rsidP="009C72B6">
      <w:pPr>
        <w:rPr>
          <w:b/>
        </w:rPr>
      </w:pPr>
      <w:r w:rsidRPr="00AC500C">
        <w:rPr>
          <w:b/>
        </w:rPr>
        <w:t xml:space="preserve">Cele: </w:t>
      </w:r>
    </w:p>
    <w:p w:rsidR="009C72B6" w:rsidRPr="00AC500C" w:rsidRDefault="009C72B6" w:rsidP="009C72B6">
      <w:pPr>
        <w:numPr>
          <w:ilvl w:val="0"/>
          <w:numId w:val="1"/>
        </w:numPr>
        <w:rPr>
          <w:b/>
        </w:rPr>
      </w:pPr>
      <w:r w:rsidRPr="00AC500C">
        <w:t xml:space="preserve">Cel ogólny: </w:t>
      </w:r>
      <w:r>
        <w:t>Rozwijanie umiejętności liczenia w zakresie określonego zbioru; Tworzenie zbiorów równolicznych.</w:t>
      </w:r>
    </w:p>
    <w:p w:rsidR="009C72B6" w:rsidRPr="00C72521" w:rsidRDefault="009C72B6" w:rsidP="009C72B6">
      <w:pPr>
        <w:numPr>
          <w:ilvl w:val="0"/>
          <w:numId w:val="1"/>
        </w:numPr>
        <w:rPr>
          <w:b/>
        </w:rPr>
      </w:pPr>
      <w:r w:rsidRPr="00AC500C">
        <w:t>Cele szczegółowe:</w:t>
      </w:r>
      <w:r>
        <w:t xml:space="preserve"> Uczeń:</w:t>
      </w:r>
    </w:p>
    <w:p w:rsidR="009C72B6" w:rsidRPr="00C72521" w:rsidRDefault="009C72B6" w:rsidP="009C72B6">
      <w:pPr>
        <w:numPr>
          <w:ilvl w:val="0"/>
          <w:numId w:val="3"/>
        </w:numPr>
        <w:rPr>
          <w:b/>
        </w:rPr>
      </w:pPr>
      <w:r>
        <w:t>Prawidłowo przelicza, stosuje liczebniki główne i porządkowe;</w:t>
      </w:r>
    </w:p>
    <w:p w:rsidR="009C72B6" w:rsidRPr="00C72521" w:rsidRDefault="009C72B6" w:rsidP="009C72B6">
      <w:pPr>
        <w:numPr>
          <w:ilvl w:val="0"/>
          <w:numId w:val="3"/>
        </w:numPr>
        <w:rPr>
          <w:b/>
        </w:rPr>
      </w:pPr>
      <w:r>
        <w:t>Tworzy zbiory równoliczne;</w:t>
      </w:r>
    </w:p>
    <w:p w:rsidR="009C72B6" w:rsidRDefault="009C72B6" w:rsidP="009C72B6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942891">
        <w:rPr>
          <w:rFonts w:ascii="Times New Roman" w:hAnsi="Times New Roman"/>
          <w:sz w:val="24"/>
          <w:szCs w:val="24"/>
        </w:rPr>
        <w:t xml:space="preserve">Potrafi określić </w:t>
      </w:r>
      <w:bookmarkStart w:id="0" w:name="OLE_LINK1"/>
      <w:bookmarkStart w:id="1" w:name="OLE_LINK2"/>
      <w:r>
        <w:rPr>
          <w:rFonts w:ascii="Times New Roman" w:hAnsi="Times New Roman"/>
          <w:sz w:val="24"/>
          <w:szCs w:val="24"/>
        </w:rPr>
        <w:t>w</w:t>
      </w:r>
      <w:r w:rsidRPr="00942891">
        <w:rPr>
          <w:rFonts w:ascii="Times New Roman" w:hAnsi="Times New Roman"/>
          <w:sz w:val="24"/>
          <w:szCs w:val="24"/>
        </w:rPr>
        <w:t>zajemne położenie przedmiotów na płaszczyźnie i w przestrzeni</w:t>
      </w:r>
      <w:bookmarkEnd w:id="0"/>
      <w:bookmarkEnd w:id="1"/>
      <w:r>
        <w:rPr>
          <w:rFonts w:ascii="Times New Roman" w:hAnsi="Times New Roman"/>
          <w:sz w:val="24"/>
          <w:szCs w:val="24"/>
        </w:rPr>
        <w:t>;</w:t>
      </w:r>
    </w:p>
    <w:p w:rsidR="009C72B6" w:rsidRDefault="009C72B6" w:rsidP="009C72B6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prawidłowo porównać liczebność zbiorów równolicznych i różnolicznych;</w:t>
      </w:r>
    </w:p>
    <w:p w:rsidR="009C72B6" w:rsidRDefault="009C72B6" w:rsidP="009C72B6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Rozwiązuje proste zadania tekstowe;</w:t>
      </w:r>
    </w:p>
    <w:p w:rsidR="009C72B6" w:rsidRPr="009F4502" w:rsidRDefault="009C72B6" w:rsidP="009C72B6">
      <w:pPr>
        <w:pStyle w:val="Akapitzlis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Aktywnie uczestniczy w zajęciach.</w:t>
      </w:r>
    </w:p>
    <w:p w:rsidR="009C72B6" w:rsidRDefault="009C72B6" w:rsidP="009C72B6">
      <w:pPr>
        <w:rPr>
          <w:b/>
        </w:rPr>
      </w:pPr>
      <w:r w:rsidRPr="00AC500C">
        <w:rPr>
          <w:b/>
        </w:rPr>
        <w:t>Metoda:</w:t>
      </w:r>
      <w:r>
        <w:rPr>
          <w:b/>
        </w:rPr>
        <w:t xml:space="preserve"> </w:t>
      </w:r>
    </w:p>
    <w:p w:rsidR="009C72B6" w:rsidRPr="0058040C" w:rsidRDefault="009C72B6" w:rsidP="009C72B6">
      <w:pPr>
        <w:numPr>
          <w:ilvl w:val="0"/>
          <w:numId w:val="5"/>
        </w:numPr>
        <w:rPr>
          <w:b/>
        </w:rPr>
      </w:pPr>
      <w:r>
        <w:t>Podająca: rozmowa, dyskusja;</w:t>
      </w:r>
    </w:p>
    <w:p w:rsidR="009C72B6" w:rsidRPr="0058040C" w:rsidRDefault="009C72B6" w:rsidP="009C72B6">
      <w:pPr>
        <w:numPr>
          <w:ilvl w:val="0"/>
          <w:numId w:val="5"/>
        </w:numPr>
        <w:rPr>
          <w:b/>
        </w:rPr>
      </w:pPr>
      <w:r>
        <w:t>Praktyczna – aktywizująca:</w:t>
      </w:r>
    </w:p>
    <w:p w:rsidR="009C72B6" w:rsidRPr="0058040C" w:rsidRDefault="009C72B6" w:rsidP="009C72B6">
      <w:pPr>
        <w:numPr>
          <w:ilvl w:val="0"/>
          <w:numId w:val="1"/>
        </w:numPr>
        <w:rPr>
          <w:b/>
        </w:rPr>
      </w:pPr>
      <w:r>
        <w:t>burza mózgów – wymienianie miejsc spotkania z numerami;</w:t>
      </w:r>
    </w:p>
    <w:p w:rsidR="009C72B6" w:rsidRPr="0058040C" w:rsidRDefault="009C72B6" w:rsidP="009C72B6">
      <w:pPr>
        <w:numPr>
          <w:ilvl w:val="0"/>
          <w:numId w:val="1"/>
        </w:numPr>
        <w:rPr>
          <w:b/>
        </w:rPr>
      </w:pPr>
      <w:r>
        <w:t>ćwiczenia praktyczne.</w:t>
      </w:r>
    </w:p>
    <w:p w:rsidR="009C72B6" w:rsidRPr="00AC500C" w:rsidRDefault="009C72B6" w:rsidP="009C72B6">
      <w:pPr>
        <w:ind w:left="786"/>
        <w:rPr>
          <w:b/>
        </w:rPr>
      </w:pPr>
    </w:p>
    <w:p w:rsidR="009C72B6" w:rsidRDefault="009C72B6" w:rsidP="009C72B6">
      <w:pPr>
        <w:rPr>
          <w:b/>
        </w:rPr>
      </w:pPr>
      <w:r w:rsidRPr="00AC500C">
        <w:rPr>
          <w:b/>
        </w:rPr>
        <w:t xml:space="preserve">Forma: </w:t>
      </w:r>
    </w:p>
    <w:p w:rsidR="009C72B6" w:rsidRPr="00C72521" w:rsidRDefault="009C72B6" w:rsidP="009C72B6">
      <w:r>
        <w:t>Zbiorowa, indywidualna, grupowa jednolita.</w:t>
      </w:r>
    </w:p>
    <w:p w:rsidR="009C72B6" w:rsidRPr="00AC500C" w:rsidRDefault="009C72B6" w:rsidP="009C72B6">
      <w:pPr>
        <w:rPr>
          <w:b/>
        </w:rPr>
      </w:pPr>
    </w:p>
    <w:p w:rsidR="009C72B6" w:rsidRPr="0058040C" w:rsidRDefault="009C72B6" w:rsidP="009C72B6">
      <w:pPr>
        <w:rPr>
          <w:color w:val="000000"/>
        </w:rPr>
      </w:pPr>
      <w:r w:rsidRPr="00AC500C">
        <w:rPr>
          <w:b/>
          <w:color w:val="000000"/>
        </w:rPr>
        <w:t xml:space="preserve">Środki dydaktyczne: </w:t>
      </w:r>
      <w:r>
        <w:rPr>
          <w:color w:val="000000"/>
        </w:rPr>
        <w:t xml:space="preserve">cyfry (zgodnie z ilością osób w klasie), klocki w kształcie figur geometrycznych, rysunki małych i dużych domów, układanka osiedla domków, ilustracje numerów domów, CD z piosenkami dziecięcymi, odtwarzacz CD. </w:t>
      </w:r>
    </w:p>
    <w:p w:rsidR="009C72B6" w:rsidRDefault="009C72B6" w:rsidP="009C72B6">
      <w:pPr>
        <w:rPr>
          <w:b/>
          <w:color w:val="000000"/>
        </w:rPr>
      </w:pPr>
    </w:p>
    <w:p w:rsidR="009C72B6" w:rsidRPr="00AC500C" w:rsidRDefault="009C72B6" w:rsidP="009C72B6">
      <w:pPr>
        <w:rPr>
          <w:color w:val="000000"/>
        </w:rPr>
      </w:pPr>
      <w:r w:rsidRPr="00AC500C">
        <w:rPr>
          <w:b/>
          <w:color w:val="000000"/>
        </w:rPr>
        <w:t xml:space="preserve">Praca domowa: </w:t>
      </w:r>
      <w:r>
        <w:t>Dorysuj brakujące elementy domów.</w:t>
      </w:r>
    </w:p>
    <w:p w:rsidR="009C72B6" w:rsidRPr="00AC500C" w:rsidRDefault="009C72B6" w:rsidP="009C72B6">
      <w:pPr>
        <w:ind w:left="360"/>
      </w:pPr>
    </w:p>
    <w:p w:rsidR="009C72B6" w:rsidRDefault="009C72B6" w:rsidP="009C72B6">
      <w:pPr>
        <w:rPr>
          <w:b/>
          <w:color w:val="000000"/>
        </w:rPr>
      </w:pPr>
      <w:r w:rsidRPr="00AC500C">
        <w:rPr>
          <w:b/>
          <w:color w:val="000000"/>
        </w:rPr>
        <w:t>Przebieg:</w:t>
      </w:r>
    </w:p>
    <w:p w:rsidR="009C72B6" w:rsidRDefault="009C72B6" w:rsidP="009C72B6">
      <w:pPr>
        <w:rPr>
          <w:b/>
          <w:color w:val="000000"/>
        </w:rPr>
      </w:pPr>
    </w:p>
    <w:p w:rsidR="009C72B6" w:rsidRDefault="009C72B6" w:rsidP="009C72B6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Zabawa integracyjna „Rozpoczynamy matematyczną przygodę”.</w:t>
      </w:r>
    </w:p>
    <w:p w:rsidR="009C72B6" w:rsidRDefault="009C72B6" w:rsidP="009C72B6">
      <w:pPr>
        <w:rPr>
          <w:color w:val="000000"/>
        </w:rPr>
      </w:pPr>
    </w:p>
    <w:p w:rsidR="009C72B6" w:rsidRDefault="009C72B6" w:rsidP="009C72B6">
      <w:pPr>
        <w:rPr>
          <w:szCs w:val="28"/>
        </w:rPr>
      </w:pPr>
      <w:r w:rsidRPr="004C61A3">
        <w:rPr>
          <w:szCs w:val="28"/>
        </w:rPr>
        <w:t>Dzieci wraz z nauczycielką siedzą w kole . Począwszy od nauczyciela odliczają kolejno. Każdy musi zapamiętać swój numer. Zabawę rozpoczyna nauczyciel gestem pozdrowienia mówiąc: ,,</w:t>
      </w:r>
      <w:r>
        <w:rPr>
          <w:szCs w:val="28"/>
        </w:rPr>
        <w:t>Odkrywca numer 1 pozdrawia Odkrywcę numer…” ; wywołany ,,odkrywca</w:t>
      </w:r>
      <w:r w:rsidRPr="004C61A3">
        <w:rPr>
          <w:szCs w:val="28"/>
        </w:rPr>
        <w:t>” kiwa głową i wykonuje gest ręką i pozdrawia następne dziecko , podaj</w:t>
      </w:r>
      <w:r>
        <w:rPr>
          <w:szCs w:val="28"/>
        </w:rPr>
        <w:t xml:space="preserve">ąc , jak poprzednio swój numer </w:t>
      </w:r>
      <w:r w:rsidRPr="004C61A3">
        <w:rPr>
          <w:szCs w:val="28"/>
        </w:rPr>
        <w:t xml:space="preserve">i </w:t>
      </w:r>
      <w:r>
        <w:rPr>
          <w:szCs w:val="28"/>
        </w:rPr>
        <w:t>numer pozdrawianego ,,odkrywcy</w:t>
      </w:r>
      <w:r w:rsidRPr="004C61A3">
        <w:rPr>
          <w:szCs w:val="28"/>
        </w:rPr>
        <w:t>”. Zabawa trwa do czasu, aż wszystkie dzieci się przywitają.</w:t>
      </w:r>
    </w:p>
    <w:p w:rsidR="009C72B6" w:rsidRDefault="009C72B6" w:rsidP="009C72B6">
      <w:pPr>
        <w:rPr>
          <w:color w:val="000000"/>
          <w:sz w:val="22"/>
        </w:rPr>
      </w:pPr>
    </w:p>
    <w:p w:rsidR="009C72B6" w:rsidRDefault="009C72B6" w:rsidP="009C72B6">
      <w:pPr>
        <w:numPr>
          <w:ilvl w:val="0"/>
          <w:numId w:val="2"/>
        </w:numPr>
        <w:rPr>
          <w:color w:val="000000"/>
          <w:sz w:val="22"/>
        </w:rPr>
      </w:pPr>
      <w:r>
        <w:rPr>
          <w:color w:val="000000"/>
          <w:sz w:val="22"/>
        </w:rPr>
        <w:t>„Każdy ma miejsce w szeregu” – zabawa ruchowa przy muzyce</w:t>
      </w:r>
    </w:p>
    <w:p w:rsidR="009C72B6" w:rsidRDefault="009C72B6" w:rsidP="009C72B6">
      <w:pPr>
        <w:rPr>
          <w:color w:val="000000"/>
          <w:sz w:val="22"/>
        </w:rPr>
      </w:pPr>
    </w:p>
    <w:p w:rsidR="009C72B6" w:rsidRDefault="009C72B6" w:rsidP="009C72B6">
      <w:pPr>
        <w:rPr>
          <w:color w:val="000000"/>
          <w:sz w:val="22"/>
        </w:rPr>
      </w:pPr>
      <w:r>
        <w:rPr>
          <w:color w:val="000000"/>
          <w:sz w:val="22"/>
        </w:rPr>
        <w:t>Każde dziecko ma przypięty numer porządkowy. Dzieci poruszają się po sali w rytm muzyki. W momencie, gdy muzyka ucichnie dzieci ustawiają się na linii. Dzieci kolejno mówią:</w:t>
      </w:r>
    </w:p>
    <w:p w:rsidR="009C72B6" w:rsidRDefault="009C72B6" w:rsidP="009C72B6">
      <w:pPr>
        <w:rPr>
          <w:color w:val="000000"/>
          <w:sz w:val="22"/>
        </w:rPr>
      </w:pPr>
    </w:p>
    <w:p w:rsidR="009C72B6" w:rsidRDefault="009C72B6" w:rsidP="009C72B6">
      <w:pPr>
        <w:rPr>
          <w:color w:val="000000"/>
          <w:sz w:val="22"/>
        </w:rPr>
      </w:pPr>
      <w:r>
        <w:rPr>
          <w:color w:val="000000"/>
          <w:sz w:val="22"/>
        </w:rPr>
        <w:t>„Jestem pierwszy, mam numer …; jestem drugi mam numer …; jestem trzeci, mam numer…”</w:t>
      </w:r>
    </w:p>
    <w:p w:rsidR="009C72B6" w:rsidRDefault="009C72B6" w:rsidP="009C72B6">
      <w:pPr>
        <w:rPr>
          <w:color w:val="000000"/>
          <w:sz w:val="22"/>
        </w:rPr>
      </w:pPr>
    </w:p>
    <w:p w:rsidR="009C72B6" w:rsidRDefault="009C72B6" w:rsidP="009C72B6">
      <w:pPr>
        <w:numPr>
          <w:ilvl w:val="0"/>
          <w:numId w:val="2"/>
        </w:numPr>
        <w:rPr>
          <w:color w:val="000000"/>
          <w:sz w:val="22"/>
        </w:rPr>
      </w:pPr>
      <w:r>
        <w:rPr>
          <w:color w:val="000000"/>
          <w:sz w:val="22"/>
        </w:rPr>
        <w:t>Wprowadzenie do zajęć.</w:t>
      </w:r>
    </w:p>
    <w:p w:rsidR="009C72B6" w:rsidRDefault="009C72B6" w:rsidP="009C72B6">
      <w:pPr>
        <w:rPr>
          <w:color w:val="000000"/>
          <w:sz w:val="22"/>
        </w:rPr>
      </w:pPr>
    </w:p>
    <w:p w:rsidR="009C72B6" w:rsidRDefault="009C72B6" w:rsidP="009C72B6">
      <w:pPr>
        <w:rPr>
          <w:color w:val="000000"/>
          <w:sz w:val="22"/>
        </w:rPr>
      </w:pPr>
      <w:r>
        <w:rPr>
          <w:color w:val="000000"/>
          <w:sz w:val="22"/>
        </w:rPr>
        <w:t>Nauczyciel pyta dzieci, gdzie spotkały się z numerami. Stara się aby nakierunkować odpowiedzi na numery domów. Pokazuje przykładowe ilustracje.</w:t>
      </w:r>
    </w:p>
    <w:p w:rsidR="009C72B6" w:rsidRDefault="009C72B6" w:rsidP="009C72B6">
      <w:pPr>
        <w:rPr>
          <w:color w:val="000000"/>
          <w:sz w:val="22"/>
        </w:rPr>
      </w:pPr>
    </w:p>
    <w:p w:rsidR="009C72B6" w:rsidRDefault="009C72B6" w:rsidP="009C72B6">
      <w:pPr>
        <w:numPr>
          <w:ilvl w:val="0"/>
          <w:numId w:val="2"/>
        </w:numPr>
        <w:rPr>
          <w:color w:val="000000"/>
          <w:sz w:val="22"/>
        </w:rPr>
      </w:pPr>
      <w:r>
        <w:rPr>
          <w:color w:val="000000"/>
          <w:sz w:val="22"/>
        </w:rPr>
        <w:t xml:space="preserve">„Domy” </w:t>
      </w:r>
    </w:p>
    <w:p w:rsidR="009C72B6" w:rsidRDefault="009C72B6" w:rsidP="009C72B6">
      <w:pPr>
        <w:rPr>
          <w:color w:val="000000"/>
          <w:sz w:val="22"/>
        </w:rPr>
      </w:pPr>
    </w:p>
    <w:p w:rsidR="009C72B6" w:rsidRDefault="009C72B6" w:rsidP="009C72B6">
      <w:pPr>
        <w:rPr>
          <w:color w:val="000000"/>
          <w:sz w:val="22"/>
        </w:rPr>
      </w:pPr>
      <w:r>
        <w:rPr>
          <w:color w:val="000000"/>
          <w:sz w:val="22"/>
        </w:rPr>
        <w:t>Dzieci otrzymują figury geometryczne z których będą budowały domy zgodnie z instrukcjami nauczycielki, np.:</w:t>
      </w:r>
    </w:p>
    <w:p w:rsidR="009C72B6" w:rsidRDefault="009C72B6" w:rsidP="009C72B6">
      <w:pPr>
        <w:numPr>
          <w:ilvl w:val="0"/>
          <w:numId w:val="1"/>
        </w:numPr>
        <w:rPr>
          <w:color w:val="000000"/>
          <w:sz w:val="22"/>
        </w:rPr>
      </w:pPr>
      <w:r>
        <w:rPr>
          <w:color w:val="000000"/>
          <w:sz w:val="22"/>
        </w:rPr>
        <w:t>Tyle małych domów, ile znajduje się kropek na kartce.</w:t>
      </w:r>
    </w:p>
    <w:p w:rsidR="009C72B6" w:rsidRDefault="009C72B6" w:rsidP="009C72B6">
      <w:pPr>
        <w:numPr>
          <w:ilvl w:val="0"/>
          <w:numId w:val="1"/>
        </w:numPr>
        <w:rPr>
          <w:color w:val="000000"/>
          <w:sz w:val="22"/>
        </w:rPr>
      </w:pPr>
      <w:r>
        <w:rPr>
          <w:color w:val="000000"/>
          <w:sz w:val="22"/>
        </w:rPr>
        <w:t>Tyle dużych domów, aby ich liczba odpowiadała liczbie małych domów.</w:t>
      </w:r>
    </w:p>
    <w:p w:rsidR="009C72B6" w:rsidRDefault="009C72B6" w:rsidP="009C72B6">
      <w:pPr>
        <w:ind w:left="360"/>
        <w:rPr>
          <w:rFonts w:ascii="Arial" w:hAnsi="Arial" w:cs="Arial"/>
          <w:color w:val="0D546B"/>
          <w:sz w:val="18"/>
          <w:szCs w:val="18"/>
          <w:shd w:val="clear" w:color="auto" w:fill="FFFFFF"/>
        </w:rPr>
      </w:pPr>
    </w:p>
    <w:p w:rsidR="009C72B6" w:rsidRDefault="009C72B6" w:rsidP="009C72B6">
      <w:pPr>
        <w:rPr>
          <w:shd w:val="clear" w:color="auto" w:fill="FFFFFF"/>
        </w:rPr>
      </w:pPr>
      <w:r>
        <w:rPr>
          <w:shd w:val="clear" w:color="auto" w:fill="FFFFFF"/>
        </w:rPr>
        <w:t>Dzieci tworzą ulicę małych, a za nimi dużych domów. Sprawdzają tworząc pary domów (duży i mały dom), czy rzeczywiście liczba małych domów odpowiada liczbie dużych domów.</w:t>
      </w:r>
    </w:p>
    <w:p w:rsidR="009C72B6" w:rsidRDefault="009C72B6" w:rsidP="009C72B6">
      <w:pPr>
        <w:rPr>
          <w:shd w:val="clear" w:color="auto" w:fill="FFFFFF"/>
        </w:rPr>
      </w:pPr>
    </w:p>
    <w:p w:rsidR="009C72B6" w:rsidRDefault="009C72B6" w:rsidP="009C72B6">
      <w:pPr>
        <w:numPr>
          <w:ilvl w:val="0"/>
          <w:numId w:val="2"/>
        </w:numPr>
        <w:rPr>
          <w:color w:val="000000"/>
          <w:sz w:val="22"/>
        </w:rPr>
      </w:pPr>
      <w:r>
        <w:rPr>
          <w:color w:val="000000"/>
          <w:sz w:val="22"/>
        </w:rPr>
        <w:t>„Duże i małe domy” – zabawa ruchowa</w:t>
      </w:r>
    </w:p>
    <w:p w:rsidR="009C72B6" w:rsidRDefault="009C72B6" w:rsidP="009C72B6">
      <w:pPr>
        <w:rPr>
          <w:color w:val="000000"/>
          <w:sz w:val="22"/>
        </w:rPr>
      </w:pPr>
    </w:p>
    <w:p w:rsidR="009C72B6" w:rsidRPr="004C61A3" w:rsidRDefault="009C72B6" w:rsidP="009C72B6">
      <w:pPr>
        <w:rPr>
          <w:color w:val="000000"/>
          <w:sz w:val="22"/>
        </w:rPr>
      </w:pPr>
      <w:r>
        <w:rPr>
          <w:color w:val="000000"/>
          <w:sz w:val="22"/>
        </w:rPr>
        <w:t>D</w:t>
      </w:r>
      <w:r>
        <w:rPr>
          <w:shd w:val="clear" w:color="auto" w:fill="FFFFFF"/>
        </w:rPr>
        <w:t>zieci otrzymują emblematy z rysunkami dużych i małych domów. Poruszają się swobodnie po Sali przy dźwiękach tamburyna. Podczas przerwy w grze dobierają się w grupy zgodnie z wielkością domów. Liczą, ile jest małych i dużych domów. Sprawdzają czy jest ich tyle samo, czy trzeba odsunąć pewną liczbę domów, aby było ich po równo.</w:t>
      </w:r>
    </w:p>
    <w:p w:rsidR="009C72B6" w:rsidRDefault="009C72B6" w:rsidP="009C72B6">
      <w:pPr>
        <w:rPr>
          <w:b/>
        </w:rPr>
      </w:pPr>
    </w:p>
    <w:p w:rsidR="009C72B6" w:rsidRDefault="009C72B6" w:rsidP="009C72B6">
      <w:pPr>
        <w:numPr>
          <w:ilvl w:val="0"/>
          <w:numId w:val="2"/>
        </w:numPr>
      </w:pPr>
      <w:r>
        <w:t>Przerwa</w:t>
      </w:r>
    </w:p>
    <w:p w:rsidR="009C72B6" w:rsidRDefault="009C72B6" w:rsidP="009C72B6"/>
    <w:p w:rsidR="009C72B6" w:rsidRDefault="009C72B6" w:rsidP="009C72B6">
      <w:pPr>
        <w:numPr>
          <w:ilvl w:val="0"/>
          <w:numId w:val="2"/>
        </w:numPr>
      </w:pPr>
      <w:r>
        <w:t>Zagadki matematyczne</w:t>
      </w:r>
    </w:p>
    <w:p w:rsidR="009C72B6" w:rsidRDefault="009C72B6" w:rsidP="009C72B6"/>
    <w:p w:rsidR="009C72B6" w:rsidRDefault="009C72B6" w:rsidP="009C72B6">
      <w:pPr>
        <w:numPr>
          <w:ilvl w:val="0"/>
          <w:numId w:val="4"/>
        </w:numPr>
      </w:pPr>
      <w:r>
        <w:t>Na osiedlu A jest 5 domów, na osiedlu B 7. Na którym osiedlu jest więcej domów?</w:t>
      </w:r>
    </w:p>
    <w:p w:rsidR="009C72B6" w:rsidRDefault="009C72B6" w:rsidP="009C72B6">
      <w:pPr>
        <w:numPr>
          <w:ilvl w:val="0"/>
          <w:numId w:val="4"/>
        </w:numPr>
      </w:pPr>
      <w:r>
        <w:t>Na osiedlu A znajdują się 3 domy i 2 są w trakcie budowy, na osiedlu B znajdują się 2 domy i 3 są w trakcie budowy. Na którym osiedlu będzie więcej domów po zakończeniu budowy?</w:t>
      </w:r>
    </w:p>
    <w:p w:rsidR="009C72B6" w:rsidRDefault="009C72B6" w:rsidP="009C72B6">
      <w:pPr>
        <w:rPr>
          <w:rFonts w:ascii="Calibri" w:eastAsia="Calibri" w:hAnsi="Calibri"/>
          <w:sz w:val="22"/>
          <w:szCs w:val="22"/>
          <w:lang w:eastAsia="en-US"/>
        </w:rPr>
      </w:pPr>
    </w:p>
    <w:p w:rsidR="009C72B6" w:rsidRDefault="009C72B6" w:rsidP="009C72B6">
      <w:pPr>
        <w:numPr>
          <w:ilvl w:val="0"/>
          <w:numId w:val="2"/>
        </w:numPr>
      </w:pPr>
      <w:r>
        <w:t>„Układanka”</w:t>
      </w:r>
    </w:p>
    <w:p w:rsidR="009C72B6" w:rsidRDefault="009C72B6" w:rsidP="009C72B6"/>
    <w:p w:rsidR="009C72B6" w:rsidRDefault="009C72B6" w:rsidP="009C72B6">
      <w:r>
        <w:t>Dzieci otrzymują wyciętą układankę przedstawiającą osiedle domów. Układają ją, przyklejają. Następnie liczą z ilu elementów składa się układanka, ile wybudowano domów na działce.</w:t>
      </w:r>
    </w:p>
    <w:p w:rsidR="009C72B6" w:rsidRDefault="009C72B6" w:rsidP="009C72B6"/>
    <w:p w:rsidR="009C72B6" w:rsidRDefault="009C72B6" w:rsidP="009C72B6">
      <w:pPr>
        <w:numPr>
          <w:ilvl w:val="0"/>
          <w:numId w:val="2"/>
        </w:numPr>
      </w:pPr>
      <w:r>
        <w:t xml:space="preserve">Zadanie domowe: Dorysuj brakujące elementy domów. </w:t>
      </w:r>
    </w:p>
    <w:p w:rsidR="009C72B6" w:rsidRDefault="009C72B6" w:rsidP="009C72B6"/>
    <w:p w:rsidR="009C72B6" w:rsidRPr="003F6229" w:rsidRDefault="009C72B6" w:rsidP="009C72B6">
      <w:pPr>
        <w:numPr>
          <w:ilvl w:val="0"/>
          <w:numId w:val="2"/>
        </w:numPr>
      </w:pPr>
      <w:r>
        <w:t xml:space="preserve">Podsumowanie zajęć.  </w:t>
      </w:r>
    </w:p>
    <w:p w:rsidR="009C72B6" w:rsidRDefault="009C72B6" w:rsidP="009C72B6">
      <w:pPr>
        <w:pStyle w:val="Akapitzlist"/>
        <w:rPr>
          <w:b/>
        </w:rPr>
      </w:pPr>
    </w:p>
    <w:p w:rsidR="009C72B6" w:rsidRDefault="009C72B6" w:rsidP="009C72B6">
      <w:pPr>
        <w:rPr>
          <w:b/>
        </w:rPr>
      </w:pPr>
    </w:p>
    <w:p w:rsidR="009C72B6" w:rsidRDefault="009C72B6" w:rsidP="009C72B6">
      <w:pPr>
        <w:rPr>
          <w:b/>
        </w:rPr>
      </w:pPr>
    </w:p>
    <w:p w:rsidR="009C72B6" w:rsidRDefault="009C72B6" w:rsidP="009C72B6">
      <w:pPr>
        <w:rPr>
          <w:b/>
        </w:rPr>
      </w:pPr>
    </w:p>
    <w:p w:rsidR="009C72B6" w:rsidRDefault="009C72B6" w:rsidP="009C72B6">
      <w:pPr>
        <w:rPr>
          <w:b/>
        </w:rPr>
      </w:pPr>
    </w:p>
    <w:p w:rsidR="009C72B6" w:rsidRDefault="009C72B6" w:rsidP="009C72B6">
      <w:pPr>
        <w:rPr>
          <w:b/>
        </w:rPr>
      </w:pPr>
    </w:p>
    <w:p w:rsidR="009C72B6" w:rsidRDefault="009C72B6" w:rsidP="009C72B6">
      <w:pPr>
        <w:rPr>
          <w:b/>
        </w:rPr>
      </w:pPr>
    </w:p>
    <w:p w:rsidR="009C72B6" w:rsidRDefault="009C72B6" w:rsidP="009C72B6">
      <w:pPr>
        <w:rPr>
          <w:b/>
        </w:rPr>
      </w:pPr>
    </w:p>
    <w:p w:rsidR="009C72B6" w:rsidRDefault="009C72B6" w:rsidP="009C72B6">
      <w:pPr>
        <w:rPr>
          <w:b/>
        </w:rPr>
      </w:pPr>
    </w:p>
    <w:p w:rsidR="009C72B6" w:rsidRPr="00AC500C" w:rsidRDefault="009C72B6" w:rsidP="009C72B6">
      <w:pPr>
        <w:rPr>
          <w:b/>
        </w:rPr>
      </w:pPr>
      <w:r>
        <w:rPr>
          <w:b/>
        </w:rPr>
        <w:t>Załączniki:</w:t>
      </w:r>
    </w:p>
    <w:p w:rsidR="009C72B6" w:rsidRDefault="009C72B6" w:rsidP="009C72B6"/>
    <w:p w:rsidR="009C72B6" w:rsidRDefault="009C72B6" w:rsidP="009C72B6">
      <w:r>
        <w:t>Numery porządkowe 1-21</w:t>
      </w:r>
    </w:p>
    <w:p w:rsidR="009C72B6" w:rsidRDefault="009C72B6" w:rsidP="009C72B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9C72B6" w:rsidRPr="0022181B" w:rsidTr="000A73B5">
        <w:trPr>
          <w:jc w:val="center"/>
        </w:trPr>
        <w:tc>
          <w:tcPr>
            <w:tcW w:w="3070" w:type="dxa"/>
            <w:shd w:val="clear" w:color="auto" w:fill="auto"/>
          </w:tcPr>
          <w:p w:rsidR="009C72B6" w:rsidRPr="0022181B" w:rsidRDefault="009C72B6" w:rsidP="000A73B5">
            <w:pPr>
              <w:jc w:val="center"/>
              <w:rPr>
                <w:b/>
                <w:sz w:val="280"/>
              </w:rPr>
            </w:pPr>
            <w:r w:rsidRPr="0022181B">
              <w:rPr>
                <w:b/>
                <w:sz w:val="280"/>
              </w:rPr>
              <w:t>1</w:t>
            </w:r>
          </w:p>
        </w:tc>
        <w:tc>
          <w:tcPr>
            <w:tcW w:w="3070" w:type="dxa"/>
            <w:shd w:val="clear" w:color="auto" w:fill="auto"/>
          </w:tcPr>
          <w:p w:rsidR="009C72B6" w:rsidRPr="0022181B" w:rsidRDefault="009C72B6" w:rsidP="000A73B5">
            <w:pPr>
              <w:jc w:val="center"/>
              <w:rPr>
                <w:b/>
                <w:sz w:val="280"/>
              </w:rPr>
            </w:pPr>
            <w:r w:rsidRPr="0022181B">
              <w:rPr>
                <w:b/>
                <w:sz w:val="280"/>
              </w:rPr>
              <w:t>2</w:t>
            </w:r>
          </w:p>
        </w:tc>
        <w:tc>
          <w:tcPr>
            <w:tcW w:w="3070" w:type="dxa"/>
            <w:shd w:val="clear" w:color="auto" w:fill="auto"/>
          </w:tcPr>
          <w:p w:rsidR="009C72B6" w:rsidRPr="0022181B" w:rsidRDefault="009C72B6" w:rsidP="000A73B5">
            <w:pPr>
              <w:jc w:val="center"/>
              <w:rPr>
                <w:b/>
                <w:sz w:val="280"/>
              </w:rPr>
            </w:pPr>
            <w:r w:rsidRPr="0022181B">
              <w:rPr>
                <w:b/>
                <w:sz w:val="280"/>
              </w:rPr>
              <w:t>3</w:t>
            </w:r>
          </w:p>
        </w:tc>
      </w:tr>
      <w:tr w:rsidR="009C72B6" w:rsidRPr="0022181B" w:rsidTr="000A73B5">
        <w:trPr>
          <w:jc w:val="center"/>
        </w:trPr>
        <w:tc>
          <w:tcPr>
            <w:tcW w:w="3070" w:type="dxa"/>
            <w:shd w:val="clear" w:color="auto" w:fill="auto"/>
          </w:tcPr>
          <w:p w:rsidR="009C72B6" w:rsidRPr="0022181B" w:rsidRDefault="009C72B6" w:rsidP="000A73B5">
            <w:pPr>
              <w:jc w:val="center"/>
              <w:rPr>
                <w:b/>
                <w:sz w:val="280"/>
              </w:rPr>
            </w:pPr>
            <w:r w:rsidRPr="0022181B">
              <w:rPr>
                <w:b/>
                <w:sz w:val="280"/>
              </w:rPr>
              <w:t>4</w:t>
            </w:r>
          </w:p>
        </w:tc>
        <w:tc>
          <w:tcPr>
            <w:tcW w:w="3070" w:type="dxa"/>
            <w:shd w:val="clear" w:color="auto" w:fill="auto"/>
          </w:tcPr>
          <w:p w:rsidR="009C72B6" w:rsidRPr="0022181B" w:rsidRDefault="009C72B6" w:rsidP="000A73B5">
            <w:pPr>
              <w:jc w:val="center"/>
              <w:rPr>
                <w:b/>
                <w:sz w:val="280"/>
              </w:rPr>
            </w:pPr>
            <w:r w:rsidRPr="0022181B">
              <w:rPr>
                <w:b/>
                <w:sz w:val="280"/>
              </w:rPr>
              <w:t>5</w:t>
            </w:r>
          </w:p>
        </w:tc>
        <w:tc>
          <w:tcPr>
            <w:tcW w:w="3070" w:type="dxa"/>
            <w:shd w:val="clear" w:color="auto" w:fill="auto"/>
          </w:tcPr>
          <w:p w:rsidR="009C72B6" w:rsidRPr="0022181B" w:rsidRDefault="009C72B6" w:rsidP="000A73B5">
            <w:pPr>
              <w:jc w:val="center"/>
              <w:rPr>
                <w:b/>
                <w:sz w:val="280"/>
              </w:rPr>
            </w:pPr>
            <w:r w:rsidRPr="0022181B">
              <w:rPr>
                <w:b/>
                <w:sz w:val="280"/>
              </w:rPr>
              <w:t>6</w:t>
            </w:r>
          </w:p>
        </w:tc>
      </w:tr>
      <w:tr w:rsidR="009C72B6" w:rsidRPr="0022181B" w:rsidTr="000A73B5">
        <w:trPr>
          <w:jc w:val="center"/>
        </w:trPr>
        <w:tc>
          <w:tcPr>
            <w:tcW w:w="3070" w:type="dxa"/>
            <w:shd w:val="clear" w:color="auto" w:fill="auto"/>
          </w:tcPr>
          <w:p w:rsidR="009C72B6" w:rsidRPr="0022181B" w:rsidRDefault="009C72B6" w:rsidP="000A73B5">
            <w:pPr>
              <w:jc w:val="center"/>
              <w:rPr>
                <w:b/>
                <w:sz w:val="280"/>
              </w:rPr>
            </w:pPr>
            <w:r w:rsidRPr="0022181B">
              <w:rPr>
                <w:b/>
                <w:sz w:val="280"/>
              </w:rPr>
              <w:t>7</w:t>
            </w:r>
          </w:p>
        </w:tc>
        <w:tc>
          <w:tcPr>
            <w:tcW w:w="3070" w:type="dxa"/>
            <w:shd w:val="clear" w:color="auto" w:fill="auto"/>
          </w:tcPr>
          <w:p w:rsidR="009C72B6" w:rsidRPr="0022181B" w:rsidRDefault="009C72B6" w:rsidP="000A73B5">
            <w:pPr>
              <w:jc w:val="center"/>
              <w:rPr>
                <w:b/>
                <w:sz w:val="280"/>
              </w:rPr>
            </w:pPr>
            <w:r w:rsidRPr="0022181B">
              <w:rPr>
                <w:b/>
                <w:sz w:val="280"/>
              </w:rPr>
              <w:t>8</w:t>
            </w:r>
          </w:p>
        </w:tc>
        <w:tc>
          <w:tcPr>
            <w:tcW w:w="3070" w:type="dxa"/>
            <w:shd w:val="clear" w:color="auto" w:fill="auto"/>
          </w:tcPr>
          <w:p w:rsidR="009C72B6" w:rsidRPr="0022181B" w:rsidRDefault="009C72B6" w:rsidP="000A73B5">
            <w:pPr>
              <w:jc w:val="center"/>
              <w:rPr>
                <w:b/>
                <w:sz w:val="280"/>
              </w:rPr>
            </w:pPr>
            <w:r w:rsidRPr="0022181B">
              <w:rPr>
                <w:b/>
                <w:sz w:val="280"/>
              </w:rPr>
              <w:t>9</w:t>
            </w:r>
          </w:p>
        </w:tc>
      </w:tr>
      <w:tr w:rsidR="009C72B6" w:rsidRPr="0022181B" w:rsidTr="000A73B5">
        <w:trPr>
          <w:jc w:val="center"/>
        </w:trPr>
        <w:tc>
          <w:tcPr>
            <w:tcW w:w="3070" w:type="dxa"/>
            <w:shd w:val="clear" w:color="auto" w:fill="auto"/>
          </w:tcPr>
          <w:p w:rsidR="009C72B6" w:rsidRPr="0022181B" w:rsidRDefault="009C72B6" w:rsidP="000A73B5">
            <w:pPr>
              <w:jc w:val="center"/>
              <w:rPr>
                <w:b/>
                <w:sz w:val="280"/>
              </w:rPr>
            </w:pPr>
            <w:r w:rsidRPr="0022181B">
              <w:rPr>
                <w:b/>
                <w:sz w:val="280"/>
              </w:rPr>
              <w:lastRenderedPageBreak/>
              <w:t>10</w:t>
            </w:r>
          </w:p>
        </w:tc>
        <w:tc>
          <w:tcPr>
            <w:tcW w:w="3070" w:type="dxa"/>
            <w:shd w:val="clear" w:color="auto" w:fill="auto"/>
          </w:tcPr>
          <w:p w:rsidR="009C72B6" w:rsidRPr="0022181B" w:rsidRDefault="009C72B6" w:rsidP="000A73B5">
            <w:pPr>
              <w:jc w:val="center"/>
              <w:rPr>
                <w:b/>
                <w:sz w:val="280"/>
              </w:rPr>
            </w:pPr>
            <w:r w:rsidRPr="0022181B">
              <w:rPr>
                <w:b/>
                <w:sz w:val="280"/>
              </w:rPr>
              <w:t>11</w:t>
            </w:r>
          </w:p>
        </w:tc>
        <w:tc>
          <w:tcPr>
            <w:tcW w:w="3070" w:type="dxa"/>
            <w:shd w:val="clear" w:color="auto" w:fill="auto"/>
          </w:tcPr>
          <w:p w:rsidR="009C72B6" w:rsidRPr="0022181B" w:rsidRDefault="009C72B6" w:rsidP="000A73B5">
            <w:pPr>
              <w:jc w:val="center"/>
              <w:rPr>
                <w:b/>
                <w:sz w:val="280"/>
              </w:rPr>
            </w:pPr>
            <w:r w:rsidRPr="0022181B">
              <w:rPr>
                <w:b/>
                <w:sz w:val="280"/>
              </w:rPr>
              <w:t>12</w:t>
            </w:r>
          </w:p>
        </w:tc>
      </w:tr>
      <w:tr w:rsidR="009C72B6" w:rsidRPr="0022181B" w:rsidTr="000A73B5">
        <w:trPr>
          <w:jc w:val="center"/>
        </w:trPr>
        <w:tc>
          <w:tcPr>
            <w:tcW w:w="3070" w:type="dxa"/>
            <w:shd w:val="clear" w:color="auto" w:fill="auto"/>
          </w:tcPr>
          <w:p w:rsidR="009C72B6" w:rsidRPr="0022181B" w:rsidRDefault="009C72B6" w:rsidP="000A73B5">
            <w:pPr>
              <w:jc w:val="center"/>
              <w:rPr>
                <w:b/>
                <w:sz w:val="280"/>
              </w:rPr>
            </w:pPr>
            <w:r w:rsidRPr="0022181B">
              <w:rPr>
                <w:b/>
                <w:sz w:val="280"/>
              </w:rPr>
              <w:t>13</w:t>
            </w:r>
          </w:p>
        </w:tc>
        <w:tc>
          <w:tcPr>
            <w:tcW w:w="3070" w:type="dxa"/>
            <w:shd w:val="clear" w:color="auto" w:fill="auto"/>
          </w:tcPr>
          <w:p w:rsidR="009C72B6" w:rsidRPr="0022181B" w:rsidRDefault="009C72B6" w:rsidP="000A73B5">
            <w:pPr>
              <w:jc w:val="center"/>
              <w:rPr>
                <w:b/>
                <w:sz w:val="280"/>
              </w:rPr>
            </w:pPr>
            <w:r w:rsidRPr="0022181B">
              <w:rPr>
                <w:b/>
                <w:sz w:val="280"/>
              </w:rPr>
              <w:t>14</w:t>
            </w:r>
          </w:p>
        </w:tc>
        <w:tc>
          <w:tcPr>
            <w:tcW w:w="3070" w:type="dxa"/>
            <w:shd w:val="clear" w:color="auto" w:fill="auto"/>
          </w:tcPr>
          <w:p w:rsidR="009C72B6" w:rsidRPr="0022181B" w:rsidRDefault="009C72B6" w:rsidP="000A73B5">
            <w:pPr>
              <w:jc w:val="center"/>
              <w:rPr>
                <w:b/>
                <w:sz w:val="280"/>
              </w:rPr>
            </w:pPr>
            <w:r w:rsidRPr="0022181B">
              <w:rPr>
                <w:b/>
                <w:sz w:val="280"/>
              </w:rPr>
              <w:t>15</w:t>
            </w:r>
          </w:p>
        </w:tc>
      </w:tr>
      <w:tr w:rsidR="009C72B6" w:rsidRPr="0022181B" w:rsidTr="000A73B5">
        <w:trPr>
          <w:jc w:val="center"/>
        </w:trPr>
        <w:tc>
          <w:tcPr>
            <w:tcW w:w="3070" w:type="dxa"/>
            <w:shd w:val="clear" w:color="auto" w:fill="auto"/>
          </w:tcPr>
          <w:p w:rsidR="009C72B6" w:rsidRPr="0022181B" w:rsidRDefault="009C72B6" w:rsidP="000A73B5">
            <w:pPr>
              <w:jc w:val="center"/>
              <w:rPr>
                <w:b/>
                <w:sz w:val="280"/>
              </w:rPr>
            </w:pPr>
            <w:r>
              <w:rPr>
                <w:b/>
                <w:sz w:val="280"/>
              </w:rPr>
              <w:t>16</w:t>
            </w:r>
          </w:p>
        </w:tc>
        <w:tc>
          <w:tcPr>
            <w:tcW w:w="3070" w:type="dxa"/>
            <w:shd w:val="clear" w:color="auto" w:fill="auto"/>
          </w:tcPr>
          <w:p w:rsidR="009C72B6" w:rsidRPr="0022181B" w:rsidRDefault="009C72B6" w:rsidP="000A73B5">
            <w:pPr>
              <w:jc w:val="center"/>
              <w:rPr>
                <w:b/>
                <w:sz w:val="280"/>
              </w:rPr>
            </w:pPr>
            <w:r>
              <w:rPr>
                <w:b/>
                <w:sz w:val="280"/>
              </w:rPr>
              <w:t>17</w:t>
            </w:r>
          </w:p>
        </w:tc>
        <w:tc>
          <w:tcPr>
            <w:tcW w:w="3070" w:type="dxa"/>
            <w:shd w:val="clear" w:color="auto" w:fill="auto"/>
          </w:tcPr>
          <w:p w:rsidR="009C72B6" w:rsidRPr="0022181B" w:rsidRDefault="009C72B6" w:rsidP="000A73B5">
            <w:pPr>
              <w:jc w:val="center"/>
              <w:rPr>
                <w:b/>
                <w:sz w:val="280"/>
              </w:rPr>
            </w:pPr>
            <w:r>
              <w:rPr>
                <w:b/>
                <w:sz w:val="280"/>
              </w:rPr>
              <w:t>18</w:t>
            </w:r>
          </w:p>
        </w:tc>
      </w:tr>
      <w:tr w:rsidR="009C72B6" w:rsidRPr="0022181B" w:rsidTr="000A73B5">
        <w:trPr>
          <w:jc w:val="center"/>
        </w:trPr>
        <w:tc>
          <w:tcPr>
            <w:tcW w:w="3070" w:type="dxa"/>
            <w:shd w:val="clear" w:color="auto" w:fill="auto"/>
          </w:tcPr>
          <w:p w:rsidR="009C72B6" w:rsidRDefault="009C72B6" w:rsidP="000A73B5">
            <w:pPr>
              <w:jc w:val="center"/>
              <w:rPr>
                <w:b/>
                <w:sz w:val="280"/>
              </w:rPr>
            </w:pPr>
            <w:r>
              <w:rPr>
                <w:b/>
                <w:sz w:val="280"/>
              </w:rPr>
              <w:t>19</w:t>
            </w:r>
          </w:p>
        </w:tc>
        <w:tc>
          <w:tcPr>
            <w:tcW w:w="3070" w:type="dxa"/>
            <w:shd w:val="clear" w:color="auto" w:fill="auto"/>
          </w:tcPr>
          <w:p w:rsidR="009C72B6" w:rsidRDefault="009C72B6" w:rsidP="000A73B5">
            <w:pPr>
              <w:jc w:val="center"/>
              <w:rPr>
                <w:b/>
                <w:sz w:val="280"/>
              </w:rPr>
            </w:pPr>
            <w:r>
              <w:rPr>
                <w:b/>
                <w:sz w:val="280"/>
              </w:rPr>
              <w:t>20</w:t>
            </w:r>
          </w:p>
        </w:tc>
        <w:tc>
          <w:tcPr>
            <w:tcW w:w="3070" w:type="dxa"/>
            <w:shd w:val="clear" w:color="auto" w:fill="auto"/>
          </w:tcPr>
          <w:p w:rsidR="009C72B6" w:rsidRDefault="009C72B6" w:rsidP="000A73B5">
            <w:pPr>
              <w:jc w:val="center"/>
              <w:rPr>
                <w:b/>
                <w:sz w:val="280"/>
              </w:rPr>
            </w:pPr>
            <w:r>
              <w:rPr>
                <w:b/>
                <w:sz w:val="280"/>
              </w:rPr>
              <w:t>21</w:t>
            </w:r>
          </w:p>
        </w:tc>
      </w:tr>
    </w:tbl>
    <w:p w:rsidR="009C72B6" w:rsidRDefault="009C72B6" w:rsidP="009C72B6">
      <w:pPr>
        <w:sectPr w:rsidR="009C72B6" w:rsidSect="000A73B5">
          <w:footerReference w:type="default" r:id="rId8"/>
          <w:pgSz w:w="11906" w:h="16838"/>
          <w:pgMar w:top="1418" w:right="1418" w:bottom="1418" w:left="1418" w:header="709" w:footer="709" w:gutter="0"/>
          <w:cols w:space="709"/>
          <w:docGrid w:linePitch="360"/>
        </w:sectPr>
      </w:pPr>
    </w:p>
    <w:p w:rsidR="009C72B6" w:rsidRPr="004C67BD" w:rsidRDefault="009C72B6" w:rsidP="009C72B6">
      <w:pPr>
        <w:rPr>
          <w:b/>
        </w:rPr>
      </w:pPr>
      <w:r w:rsidRPr="004C67BD">
        <w:rPr>
          <w:b/>
        </w:rPr>
        <w:lastRenderedPageBreak/>
        <w:t>Układanka</w:t>
      </w:r>
    </w:p>
    <w:p w:rsidR="009C72B6" w:rsidRDefault="009C72B6" w:rsidP="009C72B6"/>
    <w:p w:rsidR="009C72B6" w:rsidRPr="00AC500C" w:rsidRDefault="00A55DAA" w:rsidP="009C72B6">
      <w:pPr>
        <w:rPr>
          <w:b/>
        </w:rPr>
      </w:pPr>
      <w:r>
        <w:rPr>
          <w:noProof/>
        </w:rPr>
        <w:drawing>
          <wp:inline distT="0" distB="0" distL="0" distR="0">
            <wp:extent cx="9201150" cy="5324475"/>
            <wp:effectExtent l="0" t="0" r="0" b="9525"/>
            <wp:docPr id="1" name="Obraz 13" descr="plan_osied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 descr="plan_osiedl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67" r="3137" b="65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1150" cy="532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2B6" w:rsidRDefault="009C72B6" w:rsidP="009C72B6">
      <w:pPr>
        <w:sectPr w:rsidR="009C72B6" w:rsidSect="000A73B5">
          <w:pgSz w:w="16838" w:h="11906" w:orient="landscape"/>
          <w:pgMar w:top="1418" w:right="1418" w:bottom="1418" w:left="1418" w:header="709" w:footer="709" w:gutter="0"/>
          <w:cols w:space="709"/>
          <w:docGrid w:linePitch="360"/>
        </w:sectPr>
      </w:pPr>
    </w:p>
    <w:p w:rsidR="009C72B6" w:rsidRPr="004C67BD" w:rsidRDefault="009C72B6" w:rsidP="009C72B6">
      <w:pPr>
        <w:rPr>
          <w:b/>
        </w:rPr>
      </w:pPr>
      <w:bookmarkStart w:id="2" w:name="_GoBack"/>
      <w:r w:rsidRPr="004C67BD">
        <w:rPr>
          <w:b/>
        </w:rPr>
        <w:lastRenderedPageBreak/>
        <w:t>Ilustracje numerów domów</w:t>
      </w:r>
    </w:p>
    <w:bookmarkEnd w:id="2"/>
    <w:p w:rsidR="009C72B6" w:rsidRDefault="009C72B6" w:rsidP="009C72B6"/>
    <w:p w:rsidR="009C72B6" w:rsidRDefault="00A55DAA" w:rsidP="009C72B6">
      <w:r>
        <w:rPr>
          <w:noProof/>
        </w:rPr>
        <w:drawing>
          <wp:inline distT="0" distB="0" distL="0" distR="0">
            <wp:extent cx="5791200" cy="5791200"/>
            <wp:effectExtent l="0" t="0" r="0" b="0"/>
            <wp:docPr id="2" name="Obraz 12" descr="Tablica_z_numere_4ef1f36f90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Tablica_z_numere_4ef1f36f9074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57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2B6" w:rsidRDefault="00A55DAA" w:rsidP="009C72B6">
      <w:r>
        <w:rPr>
          <w:noProof/>
        </w:rPr>
        <w:lastRenderedPageBreak/>
        <w:drawing>
          <wp:inline distT="0" distB="0" distL="0" distR="0">
            <wp:extent cx="5838825" cy="4972050"/>
            <wp:effectExtent l="0" t="0" r="9525" b="0"/>
            <wp:docPr id="3" name="Obraz 11" descr="tabliczki-na-domach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 descr="tabliczki-na-domach-20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497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2B6" w:rsidRDefault="00A55DAA" w:rsidP="009C72B6">
      <w:r>
        <w:rPr>
          <w:noProof/>
        </w:rPr>
        <w:lastRenderedPageBreak/>
        <w:drawing>
          <wp:inline distT="0" distB="0" distL="0" distR="0">
            <wp:extent cx="6029325" cy="6581775"/>
            <wp:effectExtent l="0" t="0" r="9525" b="9525"/>
            <wp:docPr id="4" name="Obraz 10" descr="bc4861c0f136ffaem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bc4861c0f136ffaem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658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2B6" w:rsidRPr="00F8311C" w:rsidRDefault="00A55DAA" w:rsidP="009C72B6">
      <w:r>
        <w:rPr>
          <w:noProof/>
        </w:rPr>
        <w:lastRenderedPageBreak/>
        <w:drawing>
          <wp:inline distT="0" distB="0" distL="0" distR="0">
            <wp:extent cx="5829300" cy="4438650"/>
            <wp:effectExtent l="0" t="0" r="0" b="0"/>
            <wp:docPr id="5" name="Obraz 9" descr="1358591311_1219_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1358591311_1219_ab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2B6" w:rsidRDefault="009C72B6" w:rsidP="009C72B6">
      <w:pPr>
        <w:jc w:val="center"/>
        <w:rPr>
          <w:b/>
        </w:rPr>
      </w:pPr>
    </w:p>
    <w:p w:rsidR="009C72B6" w:rsidRDefault="00A55DAA" w:rsidP="009C72B6">
      <w:pPr>
        <w:jc w:val="center"/>
      </w:pPr>
      <w:r>
        <w:rPr>
          <w:noProof/>
        </w:rPr>
        <w:drawing>
          <wp:inline distT="0" distB="0" distL="0" distR="0">
            <wp:extent cx="5829300" cy="4143375"/>
            <wp:effectExtent l="0" t="0" r="0" b="9525"/>
            <wp:docPr id="6" name="Obraz 8" descr="3361505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336150547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2B6" w:rsidRDefault="009C72B6" w:rsidP="009C72B6">
      <w:pPr>
        <w:rPr>
          <w:b/>
        </w:rPr>
      </w:pPr>
      <w:r>
        <w:rPr>
          <w:b/>
        </w:rPr>
        <w:lastRenderedPageBreak/>
        <w:t>Domy małe i duże</w:t>
      </w:r>
    </w:p>
    <w:p w:rsidR="009C72B6" w:rsidRDefault="00A55DAA" w:rsidP="009C72B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2252345</wp:posOffset>
                </wp:positionH>
                <wp:positionV relativeFrom="paragraph">
                  <wp:posOffset>95885</wp:posOffset>
                </wp:positionV>
                <wp:extent cx="2371725" cy="2400300"/>
                <wp:effectExtent l="0" t="0" r="28575" b="19050"/>
                <wp:wrapNone/>
                <wp:docPr id="19" name="Elips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2400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ipsa 19" o:spid="_x0000_s1026" style="position:absolute;margin-left:177.35pt;margin-top:7.55pt;width:186.75pt;height:189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-205105</wp:posOffset>
                </wp:positionH>
                <wp:positionV relativeFrom="paragraph">
                  <wp:posOffset>95885</wp:posOffset>
                </wp:positionV>
                <wp:extent cx="2371725" cy="2400300"/>
                <wp:effectExtent l="0" t="0" r="28575" b="19050"/>
                <wp:wrapNone/>
                <wp:docPr id="18" name="Elips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2400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ipsa 18" o:spid="_x0000_s1026" style="position:absolute;margin-left:-16.15pt;margin-top:7.55pt;width:186.75pt;height:189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"/>
            </w:pict>
          </mc:Fallback>
        </mc:AlternateContent>
      </w:r>
    </w:p>
    <w:p w:rsidR="009C72B6" w:rsidRDefault="00A55DAA" w:rsidP="009C72B6">
      <w:pPr>
        <w:rPr>
          <w:b/>
        </w:rPr>
      </w:pPr>
      <w:r>
        <w:rPr>
          <w:b/>
          <w:noProof/>
        </w:rPr>
        <w:drawing>
          <wp:inline distT="0" distB="0" distL="0" distR="0">
            <wp:extent cx="1952625" cy="1952625"/>
            <wp:effectExtent l="0" t="0" r="0" b="0"/>
            <wp:docPr id="7" name="Obraz 7" descr="MC90044173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MC900441738[1]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72B6">
        <w:rPr>
          <w:b/>
        </w:rPr>
        <w:t xml:space="preserve">                      </w:t>
      </w:r>
      <w:r>
        <w:rPr>
          <w:b/>
          <w:noProof/>
        </w:rPr>
        <w:drawing>
          <wp:inline distT="0" distB="0" distL="0" distR="0">
            <wp:extent cx="1190625" cy="1304925"/>
            <wp:effectExtent l="0" t="0" r="9525" b="9525"/>
            <wp:docPr id="8" name="Obraz 6" descr="MC90042476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MC900424760[1]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2B6" w:rsidRDefault="009C72B6" w:rsidP="009C72B6">
      <w:pPr>
        <w:rPr>
          <w:b/>
        </w:rPr>
      </w:pPr>
    </w:p>
    <w:p w:rsidR="009C72B6" w:rsidRDefault="009C72B6" w:rsidP="009C72B6">
      <w:pPr>
        <w:rPr>
          <w:b/>
        </w:rPr>
      </w:pPr>
    </w:p>
    <w:p w:rsidR="009C72B6" w:rsidRDefault="009C72B6" w:rsidP="009C72B6">
      <w:pPr>
        <w:rPr>
          <w:b/>
        </w:rPr>
      </w:pPr>
    </w:p>
    <w:p w:rsidR="009C72B6" w:rsidRDefault="00A55DAA" w:rsidP="009C72B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-205105</wp:posOffset>
                </wp:positionH>
                <wp:positionV relativeFrom="paragraph">
                  <wp:posOffset>127635</wp:posOffset>
                </wp:positionV>
                <wp:extent cx="2371725" cy="2400300"/>
                <wp:effectExtent l="0" t="0" r="28575" b="19050"/>
                <wp:wrapNone/>
                <wp:docPr id="17" name="Elipsa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2400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ipsa 17" o:spid="_x0000_s1026" style="position:absolute;margin-left:-16.15pt;margin-top:10.05pt;width:186.75pt;height:18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"/>
            </w:pict>
          </mc:Fallback>
        </mc:AlternateContent>
      </w:r>
    </w:p>
    <w:p w:rsidR="009C72B6" w:rsidRDefault="00A55DAA" w:rsidP="009C72B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2252345</wp:posOffset>
                </wp:positionH>
                <wp:positionV relativeFrom="paragraph">
                  <wp:posOffset>38100</wp:posOffset>
                </wp:positionV>
                <wp:extent cx="2371725" cy="2400300"/>
                <wp:effectExtent l="0" t="0" r="28575" b="19050"/>
                <wp:wrapNone/>
                <wp:docPr id="16" name="Elipsa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2400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ipsa 16" o:spid="_x0000_s1026" style="position:absolute;margin-left:177.35pt;margin-top:3pt;width:186.75pt;height:189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"/>
            </w:pict>
          </mc:Fallback>
        </mc:AlternateContent>
      </w:r>
    </w:p>
    <w:p w:rsidR="009C72B6" w:rsidRDefault="00A55DAA" w:rsidP="009C72B6">
      <w:pPr>
        <w:rPr>
          <w:b/>
        </w:rPr>
      </w:pPr>
      <w:r>
        <w:rPr>
          <w:b/>
          <w:noProof/>
        </w:rPr>
        <w:drawing>
          <wp:inline distT="0" distB="0" distL="0" distR="0">
            <wp:extent cx="1952625" cy="1952625"/>
            <wp:effectExtent l="0" t="0" r="0" b="0"/>
            <wp:docPr id="9" name="Obraz 5" descr="MC90044173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MC900441738[1]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72B6">
        <w:rPr>
          <w:b/>
        </w:rPr>
        <w:t xml:space="preserve">                       </w:t>
      </w:r>
      <w:r>
        <w:rPr>
          <w:b/>
          <w:noProof/>
        </w:rPr>
        <w:drawing>
          <wp:inline distT="0" distB="0" distL="0" distR="0">
            <wp:extent cx="1190625" cy="1304925"/>
            <wp:effectExtent l="0" t="0" r="9525" b="9525"/>
            <wp:docPr id="10" name="Obraz 4" descr="MC90042476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MC900424760[1]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2B6" w:rsidRDefault="009C72B6" w:rsidP="009C72B6">
      <w:pPr>
        <w:rPr>
          <w:b/>
        </w:rPr>
      </w:pPr>
    </w:p>
    <w:p w:rsidR="009C72B6" w:rsidRDefault="009C72B6" w:rsidP="009C72B6">
      <w:pPr>
        <w:rPr>
          <w:b/>
        </w:rPr>
      </w:pPr>
    </w:p>
    <w:p w:rsidR="009C72B6" w:rsidRDefault="009C72B6" w:rsidP="009C72B6">
      <w:pPr>
        <w:rPr>
          <w:b/>
        </w:rPr>
      </w:pPr>
    </w:p>
    <w:p w:rsidR="009C72B6" w:rsidRDefault="009C72B6" w:rsidP="009C72B6">
      <w:pPr>
        <w:rPr>
          <w:b/>
        </w:rPr>
      </w:pPr>
    </w:p>
    <w:p w:rsidR="009C72B6" w:rsidRDefault="009C72B6" w:rsidP="009C72B6">
      <w:pPr>
        <w:rPr>
          <w:b/>
        </w:rPr>
      </w:pPr>
    </w:p>
    <w:p w:rsidR="009C72B6" w:rsidRDefault="00A55DAA" w:rsidP="009C72B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2252345</wp:posOffset>
                </wp:positionH>
                <wp:positionV relativeFrom="paragraph">
                  <wp:posOffset>24765</wp:posOffset>
                </wp:positionV>
                <wp:extent cx="2371725" cy="2400300"/>
                <wp:effectExtent l="0" t="0" r="28575" b="19050"/>
                <wp:wrapNone/>
                <wp:docPr id="15" name="Elips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2400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ipsa 15" o:spid="_x0000_s1026" style="position:absolute;margin-left:177.35pt;margin-top:1.95pt;width:186.75pt;height:18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-205105</wp:posOffset>
                </wp:positionH>
                <wp:positionV relativeFrom="paragraph">
                  <wp:posOffset>24765</wp:posOffset>
                </wp:positionV>
                <wp:extent cx="2371725" cy="2400300"/>
                <wp:effectExtent l="0" t="0" r="28575" b="19050"/>
                <wp:wrapNone/>
                <wp:docPr id="14" name="Elips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2400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ipsa 14" o:spid="_x0000_s1026" style="position:absolute;margin-left:-16.15pt;margin-top:1.95pt;width:186.75pt;height:18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"/>
            </w:pict>
          </mc:Fallback>
        </mc:AlternateContent>
      </w:r>
    </w:p>
    <w:p w:rsidR="009C72B6" w:rsidRDefault="00A55DAA" w:rsidP="009C72B6">
      <w:pPr>
        <w:rPr>
          <w:b/>
        </w:rPr>
      </w:pPr>
      <w:r>
        <w:rPr>
          <w:b/>
          <w:noProof/>
        </w:rPr>
        <w:drawing>
          <wp:inline distT="0" distB="0" distL="0" distR="0">
            <wp:extent cx="1952625" cy="1952625"/>
            <wp:effectExtent l="0" t="0" r="0" b="0"/>
            <wp:docPr id="11" name="Obraz 3" descr="MC90044173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MC900441738[1]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72B6">
        <w:rPr>
          <w:b/>
        </w:rPr>
        <w:t xml:space="preserve">                       </w:t>
      </w:r>
      <w:r>
        <w:rPr>
          <w:b/>
          <w:noProof/>
        </w:rPr>
        <w:drawing>
          <wp:inline distT="0" distB="0" distL="0" distR="0">
            <wp:extent cx="1190625" cy="1304925"/>
            <wp:effectExtent l="0" t="0" r="9525" b="9525"/>
            <wp:docPr id="12" name="Obraz 2" descr="MC90042476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MC900424760[1]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2B6" w:rsidRDefault="009C72B6" w:rsidP="009C72B6">
      <w:pPr>
        <w:rPr>
          <w:b/>
        </w:rPr>
      </w:pPr>
    </w:p>
    <w:p w:rsidR="009C72B6" w:rsidRDefault="009C72B6" w:rsidP="009C72B6">
      <w:pPr>
        <w:rPr>
          <w:b/>
        </w:rPr>
      </w:pPr>
    </w:p>
    <w:p w:rsidR="009C72B6" w:rsidRDefault="009C72B6" w:rsidP="009C72B6">
      <w:pPr>
        <w:rPr>
          <w:b/>
        </w:rPr>
      </w:pPr>
    </w:p>
    <w:p w:rsidR="009C72B6" w:rsidRDefault="009C72B6" w:rsidP="009C72B6">
      <w:pPr>
        <w:rPr>
          <w:b/>
        </w:rPr>
      </w:pPr>
    </w:p>
    <w:p w:rsidR="009C72B6" w:rsidRDefault="009C72B6" w:rsidP="009C72B6">
      <w:pPr>
        <w:rPr>
          <w:b/>
        </w:rPr>
      </w:pPr>
      <w:r w:rsidRPr="009E101F">
        <w:rPr>
          <w:b/>
        </w:rPr>
        <w:lastRenderedPageBreak/>
        <w:t>Zadanie</w:t>
      </w:r>
      <w:r>
        <w:rPr>
          <w:b/>
        </w:rPr>
        <w:t xml:space="preserve"> domowe</w:t>
      </w:r>
    </w:p>
    <w:p w:rsidR="009C72B6" w:rsidRPr="009E101F" w:rsidRDefault="009C72B6" w:rsidP="009C72B6">
      <w:pPr>
        <w:rPr>
          <w:b/>
        </w:rPr>
      </w:pPr>
    </w:p>
    <w:p w:rsidR="009C72B6" w:rsidRDefault="009C72B6" w:rsidP="009C72B6">
      <w:pPr>
        <w:jc w:val="center"/>
      </w:pPr>
      <w:r>
        <w:t xml:space="preserve">Dorysuj brakujące elementy domów. </w:t>
      </w:r>
    </w:p>
    <w:p w:rsidR="009C72B6" w:rsidRDefault="009C72B6" w:rsidP="009C72B6">
      <w:pPr>
        <w:jc w:val="center"/>
      </w:pPr>
    </w:p>
    <w:p w:rsidR="009C72B6" w:rsidRDefault="00A55DAA" w:rsidP="009C72B6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6172200" cy="6172200"/>
            <wp:effectExtent l="0" t="0" r="0" b="0"/>
            <wp:docPr id="13" name="Obraz 1" descr="Dorysuj brakujące elementy - polovinki_dom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Dorysuj brakujące elementy - polovinki_doma1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1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2B6" w:rsidRDefault="009C72B6" w:rsidP="009C72B6">
      <w:pPr>
        <w:jc w:val="center"/>
        <w:rPr>
          <w:b/>
        </w:rPr>
      </w:pPr>
    </w:p>
    <w:p w:rsidR="009C72B6" w:rsidRDefault="009C72B6" w:rsidP="009C72B6">
      <w:pPr>
        <w:jc w:val="center"/>
        <w:rPr>
          <w:b/>
        </w:rPr>
      </w:pPr>
    </w:p>
    <w:p w:rsidR="009C72B6" w:rsidRDefault="009C72B6" w:rsidP="009C72B6">
      <w:pPr>
        <w:jc w:val="center"/>
        <w:rPr>
          <w:b/>
        </w:rPr>
      </w:pPr>
    </w:p>
    <w:p w:rsidR="009C72B6" w:rsidRDefault="009C72B6" w:rsidP="009C72B6">
      <w:pPr>
        <w:jc w:val="center"/>
        <w:rPr>
          <w:b/>
        </w:rPr>
      </w:pPr>
    </w:p>
    <w:p w:rsidR="009C72B6" w:rsidRDefault="009C72B6" w:rsidP="009C72B6">
      <w:pPr>
        <w:jc w:val="center"/>
        <w:rPr>
          <w:b/>
        </w:rPr>
      </w:pPr>
    </w:p>
    <w:p w:rsidR="009C72B6" w:rsidRDefault="009C72B6" w:rsidP="009C72B6">
      <w:pPr>
        <w:jc w:val="center"/>
        <w:rPr>
          <w:b/>
        </w:rPr>
      </w:pPr>
    </w:p>
    <w:p w:rsidR="009C72B6" w:rsidRDefault="009C72B6" w:rsidP="009C72B6">
      <w:pPr>
        <w:jc w:val="center"/>
        <w:rPr>
          <w:b/>
        </w:rPr>
      </w:pPr>
    </w:p>
    <w:p w:rsidR="009C72B6" w:rsidRDefault="009C72B6" w:rsidP="009C72B6">
      <w:pPr>
        <w:jc w:val="center"/>
        <w:rPr>
          <w:b/>
        </w:rPr>
      </w:pPr>
    </w:p>
    <w:p w:rsidR="009C72B6" w:rsidRDefault="009C72B6" w:rsidP="009C72B6">
      <w:pPr>
        <w:jc w:val="center"/>
        <w:rPr>
          <w:b/>
        </w:rPr>
      </w:pPr>
    </w:p>
    <w:p w:rsidR="009C72B6" w:rsidRDefault="009C72B6" w:rsidP="009C72B6">
      <w:pPr>
        <w:jc w:val="center"/>
        <w:rPr>
          <w:b/>
        </w:rPr>
      </w:pPr>
    </w:p>
    <w:p w:rsidR="00AF568C" w:rsidRDefault="00AF568C"/>
    <w:sectPr w:rsidR="00AF56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DAA" w:rsidRDefault="00A55DAA">
      <w:r>
        <w:separator/>
      </w:r>
    </w:p>
  </w:endnote>
  <w:endnote w:type="continuationSeparator" w:id="0">
    <w:p w:rsidR="00A55DAA" w:rsidRDefault="00A55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46304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0816" w:rsidRDefault="0085081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67B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50816" w:rsidRDefault="008508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DAA" w:rsidRDefault="00A55DAA">
      <w:r>
        <w:separator/>
      </w:r>
    </w:p>
  </w:footnote>
  <w:footnote w:type="continuationSeparator" w:id="0">
    <w:p w:rsidR="00A55DAA" w:rsidRDefault="00A55D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0E2D"/>
    <w:multiLevelType w:val="hybridMultilevel"/>
    <w:tmpl w:val="2A52F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866D9"/>
    <w:multiLevelType w:val="hybridMultilevel"/>
    <w:tmpl w:val="DEAAD7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D6E86"/>
    <w:multiLevelType w:val="hybridMultilevel"/>
    <w:tmpl w:val="1DD4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95768"/>
    <w:multiLevelType w:val="hybridMultilevel"/>
    <w:tmpl w:val="1A302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B94B5D"/>
    <w:multiLevelType w:val="hybridMultilevel"/>
    <w:tmpl w:val="93F0D208"/>
    <w:lvl w:ilvl="0" w:tplc="346C8DB8">
      <w:start w:val="8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DAA"/>
    <w:rsid w:val="000A73B5"/>
    <w:rsid w:val="004C67BD"/>
    <w:rsid w:val="00850816"/>
    <w:rsid w:val="009C72B6"/>
    <w:rsid w:val="00A55DAA"/>
    <w:rsid w:val="00AF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2B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72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72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72B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508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81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08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81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2B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72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72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72B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508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81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08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81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I.T\I.T.%20KL%20I\Edukacja%20matematyczna\I.T.KL%20I%20CZEKUR&#321;AN%201-10\Edukacja%20matematyczna\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</Template>
  <TotalTime>14</TotalTime>
  <Pages>11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3</cp:revision>
  <cp:lastPrinted>2014-10-21T09:07:00Z</cp:lastPrinted>
  <dcterms:created xsi:type="dcterms:W3CDTF">2014-10-18T15:57:00Z</dcterms:created>
  <dcterms:modified xsi:type="dcterms:W3CDTF">2015-10-27T12:50:00Z</dcterms:modified>
</cp:coreProperties>
</file>